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57CBF155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r w:rsidR="00FD3CCB">
        <w:rPr>
          <w:rStyle w:val="Strong"/>
          <w:rFonts w:asciiTheme="minorHAnsi" w:hAnsiTheme="minorHAnsi" w:cstheme="minorHAnsi"/>
          <w:lang w:val="en-GB"/>
        </w:rPr>
        <w:t>25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r w:rsidR="00FD3CCB">
        <w:rPr>
          <w:rStyle w:val="Strong"/>
          <w:rFonts w:asciiTheme="minorHAnsi" w:hAnsiTheme="minorHAnsi" w:cstheme="minorHAnsi"/>
          <w:lang w:val="en-GB"/>
        </w:rPr>
        <w:t>G004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FD3CCB">
        <w:rPr>
          <w:rStyle w:val="Strong"/>
          <w:rFonts w:asciiTheme="minorHAnsi" w:hAnsiTheme="minorHAnsi" w:cstheme="minorHAnsi"/>
          <w:lang w:val="en-GB"/>
        </w:rPr>
        <w:t>23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24A7EEAB" w14:textId="547F775D" w:rsidR="00C44890" w:rsidRDefault="00C70AA7" w:rsidP="00C44890">
      <w:pPr>
        <w:rPr>
          <w:lang w:val="en-GB"/>
        </w:rPr>
      </w:pPr>
      <w:r>
        <w:rPr>
          <w:lang w:val="en-GB"/>
        </w:rPr>
        <w:t>Purchase of Laptops and Micro desktop. Laptops needed for Custom Staff together with a Micro Desktop. Some staff share the same Computers to do their work</w:t>
      </w:r>
      <w:r w:rsidR="00B3144B">
        <w:rPr>
          <w:lang w:val="en-GB"/>
        </w:rPr>
        <w:t>.</w:t>
      </w:r>
    </w:p>
    <w:p w14:paraId="6070A2B8" w14:textId="76435C12" w:rsidR="00FD3CCB" w:rsidRPr="00492684" w:rsidRDefault="00FD3CCB" w:rsidP="00C44890">
      <w:pPr>
        <w:rPr>
          <w:lang w:val="en-GB"/>
        </w:rPr>
      </w:pPr>
      <w:r>
        <w:rPr>
          <w:lang w:val="en-GB"/>
        </w:rPr>
        <w:t xml:space="preserve">This </w:t>
      </w:r>
      <w:r w:rsidR="00E04B3B">
        <w:rPr>
          <w:lang w:val="en-GB"/>
        </w:rPr>
        <w:t xml:space="preserve">procurement of laptops and desktop </w:t>
      </w:r>
      <w:r>
        <w:rPr>
          <w:lang w:val="en-GB"/>
        </w:rPr>
        <w:t>will ensure t</w:t>
      </w:r>
      <w:r w:rsidR="00521213">
        <w:rPr>
          <w:lang w:val="en-GB"/>
        </w:rPr>
        <w:t>o</w:t>
      </w:r>
      <w:r>
        <w:rPr>
          <w:lang w:val="en-GB"/>
        </w:rPr>
        <w:t xml:space="preserve"> support</w:t>
      </w:r>
      <w:r w:rsidR="004618CF">
        <w:rPr>
          <w:lang w:val="en-GB"/>
        </w:rPr>
        <w:t xml:space="preserve"> </w:t>
      </w:r>
      <w:r>
        <w:rPr>
          <w:lang w:val="en-GB"/>
        </w:rPr>
        <w:t xml:space="preserve">staff </w:t>
      </w:r>
      <w:r w:rsidR="00521213">
        <w:rPr>
          <w:lang w:val="en-GB"/>
        </w:rPr>
        <w:t>for</w:t>
      </w:r>
      <w:r>
        <w:rPr>
          <w:lang w:val="en-GB"/>
        </w:rPr>
        <w:t xml:space="preserve"> complet</w:t>
      </w:r>
      <w:r w:rsidR="00521213">
        <w:rPr>
          <w:lang w:val="en-GB"/>
        </w:rPr>
        <w:t>ing</w:t>
      </w:r>
      <w:r>
        <w:rPr>
          <w:lang w:val="en-GB"/>
        </w:rPr>
        <w:t xml:space="preserve"> their daily tasks and for work efficiency</w:t>
      </w:r>
    </w:p>
    <w:p w14:paraId="000280F4" w14:textId="1A2FB770" w:rsidR="00C44890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49C5E5EE" w14:textId="139350CC" w:rsidR="007934AA" w:rsidRDefault="007934AA" w:rsidP="007934AA">
      <w:pPr>
        <w:rPr>
          <w:rFonts w:ascii="Calibri" w:hAnsi="Calibri" w:cs="Calibri"/>
          <w:lang w:val="en-GB"/>
        </w:rPr>
      </w:pPr>
      <w:r>
        <w:rPr>
          <w:lang w:val="en-GB"/>
        </w:rPr>
        <w:t xml:space="preserve">Please provide document </w:t>
      </w:r>
      <w:r w:rsidR="00743998">
        <w:rPr>
          <w:lang w:val="en-GB"/>
        </w:rPr>
        <w:t>(</w:t>
      </w:r>
      <w:r w:rsidR="00743998">
        <w:rPr>
          <w:rFonts w:ascii="Calibri" w:hAnsi="Calibri" w:cs="Calibri"/>
          <w:lang w:val="en-GB"/>
        </w:rPr>
        <w:t xml:space="preserve">the list of requirements can be found in </w:t>
      </w:r>
      <w:r w:rsidR="00B36CE3">
        <w:rPr>
          <w:rFonts w:ascii="Calibri" w:hAnsi="Calibri" w:cs="Calibri"/>
          <w:lang w:val="en-GB"/>
        </w:rPr>
        <w:t>Template 2:</w:t>
      </w:r>
      <w:r w:rsidR="00743998">
        <w:rPr>
          <w:rFonts w:ascii="Calibri" w:hAnsi="Calibri" w:cs="Calibri"/>
          <w:lang w:val="en-GB"/>
        </w:rPr>
        <w:t xml:space="preserve"> </w:t>
      </w:r>
      <w:r w:rsidR="00743998">
        <w:rPr>
          <w:rFonts w:ascii="Calibri" w:hAnsi="Calibri" w:cs="Calibri"/>
          <w:b/>
          <w:bCs/>
          <w:i/>
          <w:iCs/>
          <w:lang w:val="en-GB"/>
        </w:rPr>
        <w:t>Instructions on How to submit a Quotation</w:t>
      </w:r>
      <w:r w:rsidR="00743998">
        <w:rPr>
          <w:rFonts w:ascii="Calibri" w:hAnsi="Calibri" w:cs="Calibri"/>
          <w:lang w:val="en-GB"/>
        </w:rPr>
        <w:t xml:space="preserve"> template, page 5).</w:t>
      </w:r>
      <w:r w:rsidR="00550F7C">
        <w:rPr>
          <w:rFonts w:ascii="Calibri" w:hAnsi="Calibri" w:cs="Calibri"/>
          <w:lang w:val="en-GB"/>
        </w:rPr>
        <w:t xml:space="preserve"> Th</w:t>
      </w:r>
      <w:r w:rsidR="004D2564">
        <w:rPr>
          <w:rFonts w:ascii="Calibri" w:hAnsi="Calibri" w:cs="Calibri"/>
          <w:lang w:val="en-GB"/>
        </w:rPr>
        <w:t xml:space="preserve">ese requirements </w:t>
      </w:r>
      <w:r w:rsidR="00041122">
        <w:rPr>
          <w:rFonts w:ascii="Calibri" w:hAnsi="Calibri" w:cs="Calibri"/>
          <w:lang w:val="en-GB"/>
        </w:rPr>
        <w:t>include</w:t>
      </w:r>
      <w:r w:rsidR="00550F7C">
        <w:rPr>
          <w:rFonts w:ascii="Calibri" w:hAnsi="Calibri" w:cs="Calibri"/>
          <w:lang w:val="en-GB"/>
        </w:rPr>
        <w:t xml:space="preserve"> cover letter, certified business registration, valid business license, signed compliance form, tax clearance, financial and technical components.  </w:t>
      </w:r>
      <w:r w:rsidR="00521213">
        <w:rPr>
          <w:rFonts w:ascii="Calibri" w:hAnsi="Calibri" w:cs="Calibri"/>
          <w:lang w:val="en-GB"/>
        </w:rPr>
        <w:t xml:space="preserve"> </w:t>
      </w:r>
    </w:p>
    <w:p w14:paraId="0E31191F" w14:textId="39BFAA1C" w:rsidR="00743998" w:rsidRPr="007934AA" w:rsidRDefault="00743998" w:rsidP="007934AA">
      <w:pPr>
        <w:rPr>
          <w:lang w:val="en-GB"/>
        </w:rPr>
      </w:pPr>
      <w:r>
        <w:rPr>
          <w:rFonts w:ascii="Calibri" w:hAnsi="Calibri" w:cs="Calibri"/>
          <w:lang w:val="en-GB"/>
        </w:rPr>
        <w:t xml:space="preserve">Supporting documents are to be written in English. 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r w:rsidRPr="00492684">
        <w:rPr>
          <w:rFonts w:cs="Calibri"/>
          <w:lang w:val="en-GB"/>
        </w:rPr>
        <w:t>Installation services</w:t>
      </w:r>
      <w:bookmarkEnd w:id="7"/>
    </w:p>
    <w:p w14:paraId="3321152F" w14:textId="2F1F260E" w:rsidR="00C44890" w:rsidRPr="00492684" w:rsidRDefault="007934AA" w:rsidP="00C44890">
      <w:pPr>
        <w:rPr>
          <w:lang w:val="en-GB"/>
        </w:rPr>
      </w:pPr>
      <w:r>
        <w:rPr>
          <w:lang w:val="en-GB"/>
        </w:rPr>
        <w:t xml:space="preserve">No need, </w:t>
      </w:r>
      <w:r w:rsidR="00F53A38">
        <w:rPr>
          <w:lang w:val="en-GB"/>
        </w:rPr>
        <w:t>ICT Team</w:t>
      </w:r>
      <w:r>
        <w:rPr>
          <w:lang w:val="en-GB"/>
        </w:rPr>
        <w:t xml:space="preserve"> might be doing this when we receive these item</w:t>
      </w:r>
      <w:r w:rsidR="00A54A18">
        <w:rPr>
          <w:lang w:val="en-GB"/>
        </w:rPr>
        <w:t>s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02A36D4C" w:rsidR="00C44890" w:rsidRPr="00492684" w:rsidRDefault="00B62A6A" w:rsidP="00C44890">
      <w:pPr>
        <w:rPr>
          <w:lang w:val="en-GB"/>
        </w:rPr>
      </w:pPr>
      <w:r>
        <w:rPr>
          <w:lang w:val="en-GB"/>
        </w:rPr>
        <w:t xml:space="preserve">It should be delivered asap when the procedure </w:t>
      </w:r>
      <w:r w:rsidR="0063598B">
        <w:rPr>
          <w:lang w:val="en-GB"/>
        </w:rPr>
        <w:t>complete</w:t>
      </w:r>
      <w:r>
        <w:rPr>
          <w:lang w:val="en-GB"/>
        </w:rPr>
        <w:t>.</w:t>
      </w:r>
    </w:p>
    <w:bookmarkEnd w:id="5"/>
    <w:bookmarkEnd w:id="6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28"/>
        <w:gridCol w:w="1106"/>
        <w:gridCol w:w="28"/>
        <w:gridCol w:w="1531"/>
        <w:gridCol w:w="28"/>
        <w:gridCol w:w="1389"/>
        <w:gridCol w:w="28"/>
      </w:tblGrid>
      <w:tr w:rsidR="002A4740" w:rsidRPr="00492684" w14:paraId="7BA20976" w14:textId="59B94A2B" w:rsidTr="00C70AA7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8" w:type="dxa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  <w:gridSpan w:val="2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  <w:gridSpan w:val="2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  <w:gridSpan w:val="2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DC13F3">
        <w:trPr>
          <w:trHeight w:val="2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lastRenderedPageBreak/>
              <w:t>1</w:t>
            </w:r>
          </w:p>
        </w:tc>
        <w:tc>
          <w:tcPr>
            <w:tcW w:w="4706" w:type="dxa"/>
            <w:gridSpan w:val="2"/>
          </w:tcPr>
          <w:p w14:paraId="664BE5BC" w14:textId="77777777" w:rsidR="002A4740" w:rsidRDefault="00E54C85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Laptop </w:t>
            </w:r>
          </w:p>
          <w:p w14:paraId="131BBFBD" w14:textId="77777777" w:rsidR="00DC13F3" w:rsidRPr="00DC13F3" w:rsidRDefault="00DC13F3" w:rsidP="00DC13F3">
            <w:pPr>
              <w:shd w:val="clear" w:color="auto" w:fill="FFFFFF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22222"/>
                <w:sz w:val="22"/>
                <w:szCs w:val="22"/>
                <w:lang w:val="en-KI" w:eastAsia="en-KI"/>
              </w:rPr>
            </w:pPr>
            <w:r w:rsidRPr="00DC13F3">
              <w:rPr>
                <w:rFonts w:ascii="Arial" w:eastAsia="Times New Roman" w:hAnsi="Arial" w:cs="Arial"/>
                <w:color w:val="222222"/>
                <w:sz w:val="22"/>
                <w:szCs w:val="22"/>
                <w:lang w:val="en-KI" w:eastAsia="en-KI"/>
              </w:rPr>
              <w:t>OS: Either Windows 10 or 11 (Pro Edition)</w:t>
            </w:r>
          </w:p>
          <w:p w14:paraId="2A97682A" w14:textId="77777777" w:rsidR="00DC13F3" w:rsidRPr="00DC13F3" w:rsidRDefault="00DC13F3" w:rsidP="00DC13F3">
            <w:pPr>
              <w:shd w:val="clear" w:color="auto" w:fill="FFFFFF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22222"/>
                <w:sz w:val="22"/>
                <w:szCs w:val="22"/>
                <w:lang w:val="en-KI" w:eastAsia="en-KI"/>
              </w:rPr>
            </w:pPr>
            <w:r w:rsidRPr="00DC13F3">
              <w:rPr>
                <w:rFonts w:ascii="Arial" w:eastAsia="Times New Roman" w:hAnsi="Arial" w:cs="Arial"/>
                <w:color w:val="222222"/>
                <w:sz w:val="22"/>
                <w:szCs w:val="22"/>
                <w:lang w:val="en-KI" w:eastAsia="en-KI"/>
              </w:rPr>
              <w:t>Storage Type: SSD</w:t>
            </w:r>
          </w:p>
          <w:p w14:paraId="0D83D712" w14:textId="06C84681" w:rsidR="00DC13F3" w:rsidRPr="00DC13F3" w:rsidRDefault="00DC13F3" w:rsidP="00DC13F3">
            <w:pPr>
              <w:shd w:val="clear" w:color="auto" w:fill="FFFFFF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22222"/>
                <w:sz w:val="22"/>
                <w:szCs w:val="22"/>
                <w:lang w:val="en-KI" w:eastAsia="en-KI"/>
              </w:rPr>
            </w:pPr>
            <w:r w:rsidRPr="00DC13F3">
              <w:rPr>
                <w:rFonts w:ascii="Arial" w:eastAsia="Times New Roman" w:hAnsi="Arial" w:cs="Arial"/>
                <w:color w:val="222222"/>
                <w:sz w:val="22"/>
                <w:szCs w:val="22"/>
                <w:lang w:val="en-KI" w:eastAsia="en-KI"/>
              </w:rPr>
              <w:t xml:space="preserve">Storage Capacity: </w:t>
            </w:r>
            <w:r>
              <w:rPr>
                <w:rFonts w:ascii="Arial" w:eastAsia="Times New Roman" w:hAnsi="Arial" w:cs="Arial"/>
                <w:color w:val="222222"/>
                <w:sz w:val="22"/>
                <w:szCs w:val="22"/>
                <w:lang w:eastAsia="en-KI"/>
              </w:rPr>
              <w:t>200</w:t>
            </w:r>
            <w:r w:rsidRPr="00DC13F3">
              <w:rPr>
                <w:rFonts w:ascii="Arial" w:eastAsia="Times New Roman" w:hAnsi="Arial" w:cs="Arial"/>
                <w:color w:val="222222"/>
                <w:sz w:val="22"/>
                <w:szCs w:val="22"/>
                <w:lang w:val="en-KI" w:eastAsia="en-KI"/>
              </w:rPr>
              <w:t>GB or more</w:t>
            </w:r>
          </w:p>
          <w:p w14:paraId="15DE8FC7" w14:textId="77777777" w:rsidR="00DC13F3" w:rsidRPr="00DC13F3" w:rsidRDefault="00DC13F3" w:rsidP="00DC13F3">
            <w:pPr>
              <w:shd w:val="clear" w:color="auto" w:fill="FFFFFF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22222"/>
                <w:sz w:val="22"/>
                <w:szCs w:val="22"/>
                <w:lang w:val="en-KI" w:eastAsia="en-KI"/>
              </w:rPr>
            </w:pPr>
            <w:r w:rsidRPr="00DC13F3">
              <w:rPr>
                <w:rFonts w:ascii="Arial" w:eastAsia="Times New Roman" w:hAnsi="Arial" w:cs="Arial"/>
                <w:color w:val="222222"/>
                <w:sz w:val="22"/>
                <w:szCs w:val="22"/>
                <w:lang w:val="en-KI" w:eastAsia="en-KI"/>
              </w:rPr>
              <w:t>RAM: 8GB or more</w:t>
            </w:r>
          </w:p>
          <w:p w14:paraId="163E8EA7" w14:textId="77777777" w:rsidR="00DC13F3" w:rsidRPr="00DC13F3" w:rsidRDefault="00DC13F3" w:rsidP="00DC13F3">
            <w:pPr>
              <w:shd w:val="clear" w:color="auto" w:fill="FFFFFF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22222"/>
                <w:sz w:val="22"/>
                <w:szCs w:val="22"/>
                <w:lang w:val="en-KI" w:eastAsia="en-KI"/>
              </w:rPr>
            </w:pPr>
            <w:r w:rsidRPr="00DC13F3">
              <w:rPr>
                <w:rFonts w:ascii="Arial" w:eastAsia="Times New Roman" w:hAnsi="Arial" w:cs="Arial"/>
                <w:color w:val="222222"/>
                <w:sz w:val="22"/>
                <w:szCs w:val="22"/>
                <w:lang w:val="en-KI" w:eastAsia="en-KI"/>
              </w:rPr>
              <w:t>Processor: i5 &amp; i7</w:t>
            </w:r>
          </w:p>
          <w:p w14:paraId="78F34979" w14:textId="61EF6688" w:rsidR="00DC13F3" w:rsidRPr="00DC13F3" w:rsidRDefault="00DC13F3" w:rsidP="00DC13F3">
            <w:pPr>
              <w:shd w:val="clear" w:color="auto" w:fill="FFFFFF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22222"/>
                <w:sz w:val="22"/>
                <w:szCs w:val="22"/>
                <w:lang w:val="en-KI" w:eastAsia="en-KI"/>
              </w:rPr>
            </w:pPr>
            <w:r w:rsidRPr="00DC13F3">
              <w:rPr>
                <w:rFonts w:ascii="Arial" w:eastAsia="Times New Roman" w:hAnsi="Arial" w:cs="Arial"/>
                <w:color w:val="222222"/>
                <w:sz w:val="22"/>
                <w:szCs w:val="22"/>
                <w:lang w:val="en-KI" w:eastAsia="en-KI"/>
              </w:rPr>
              <w:t xml:space="preserve">Display: </w:t>
            </w:r>
            <w:r w:rsidR="005F37F3">
              <w:rPr>
                <w:rFonts w:ascii="Arial" w:eastAsia="Times New Roman" w:hAnsi="Arial" w:cs="Arial"/>
                <w:color w:val="222222"/>
                <w:sz w:val="22"/>
                <w:szCs w:val="22"/>
                <w:lang w:eastAsia="en-KI"/>
              </w:rPr>
              <w:t xml:space="preserve">two </w:t>
            </w:r>
            <w:r w:rsidRPr="00DC13F3">
              <w:rPr>
                <w:rFonts w:ascii="Arial" w:eastAsia="Times New Roman" w:hAnsi="Arial" w:cs="Arial"/>
                <w:color w:val="222222"/>
                <w:sz w:val="22"/>
                <w:szCs w:val="22"/>
                <w:lang w:val="en-KI" w:eastAsia="en-KI"/>
              </w:rPr>
              <w:t xml:space="preserve">14" </w:t>
            </w:r>
            <w:r w:rsidR="005F37F3">
              <w:rPr>
                <w:rFonts w:ascii="Arial" w:eastAsia="Times New Roman" w:hAnsi="Arial" w:cs="Arial"/>
                <w:color w:val="222222"/>
                <w:sz w:val="22"/>
                <w:szCs w:val="22"/>
                <w:lang w:eastAsia="en-KI"/>
              </w:rPr>
              <w:t xml:space="preserve">and two </w:t>
            </w:r>
            <w:r w:rsidRPr="00DC13F3">
              <w:rPr>
                <w:rFonts w:ascii="Arial" w:eastAsia="Times New Roman" w:hAnsi="Arial" w:cs="Arial"/>
                <w:color w:val="222222"/>
                <w:sz w:val="22"/>
                <w:szCs w:val="22"/>
                <w:lang w:val="en-KI" w:eastAsia="en-KI"/>
              </w:rPr>
              <w:t>15.6" </w:t>
            </w:r>
          </w:p>
          <w:p w14:paraId="6A4A0819" w14:textId="47056204" w:rsidR="00E54C85" w:rsidRPr="00492684" w:rsidRDefault="00E54C85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  <w:gridSpan w:val="2"/>
          </w:tcPr>
          <w:p w14:paraId="352597C6" w14:textId="1A888504" w:rsidR="002A4740" w:rsidRPr="00492684" w:rsidRDefault="00E54C85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559" w:type="dxa"/>
            <w:gridSpan w:val="2"/>
          </w:tcPr>
          <w:p w14:paraId="7E3C67F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  <w:gridSpan w:val="2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DC13F3">
        <w:trPr>
          <w:gridAfter w:val="1"/>
          <w:wAfter w:w="28" w:type="dxa"/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723C2785" w14:textId="77777777" w:rsidR="002A4740" w:rsidRDefault="00E54C85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Micro Desktop</w:t>
            </w:r>
          </w:p>
          <w:p w14:paraId="3AF3F76A" w14:textId="43BEEC81" w:rsidR="00DC13F3" w:rsidRDefault="00DC13F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OS: Either Windows 10 or 11 Pro</w:t>
            </w:r>
          </w:p>
          <w:p w14:paraId="092DF93A" w14:textId="439BD89F" w:rsidR="00DC13F3" w:rsidRDefault="00DC13F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Storage: 125GB or more SSD recommended</w:t>
            </w:r>
          </w:p>
          <w:p w14:paraId="38F1548A" w14:textId="1D44FE30" w:rsidR="00C70AA7" w:rsidRDefault="00DC13F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Ram:8GB or more</w:t>
            </w:r>
          </w:p>
          <w:p w14:paraId="540CAC7F" w14:textId="6C1739A1" w:rsidR="00C70AA7" w:rsidRDefault="00DC13F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Processor: i5 or i</w:t>
            </w:r>
            <w:r w:rsidR="00C70AA7">
              <w:rPr>
                <w:lang w:val="en-GB"/>
              </w:rPr>
              <w:t>7</w:t>
            </w:r>
          </w:p>
          <w:p w14:paraId="33F7DABB" w14:textId="6C9F2422" w:rsidR="00DC13F3" w:rsidRPr="00492684" w:rsidRDefault="00C70AA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Connection: Ethernet &amp; Wifi </w:t>
            </w:r>
          </w:p>
        </w:tc>
        <w:tc>
          <w:tcPr>
            <w:tcW w:w="1134" w:type="dxa"/>
            <w:gridSpan w:val="2"/>
          </w:tcPr>
          <w:p w14:paraId="468F09AE" w14:textId="12BDE861" w:rsidR="002A4740" w:rsidRPr="00492684" w:rsidRDefault="00E54C85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559" w:type="dxa"/>
            <w:gridSpan w:val="2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  <w:gridSpan w:val="2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8181E" w14:textId="77777777" w:rsidR="00F267FA" w:rsidRDefault="00F267FA">
      <w:r>
        <w:separator/>
      </w:r>
    </w:p>
  </w:endnote>
  <w:endnote w:type="continuationSeparator" w:id="0">
    <w:p w14:paraId="5C80D119" w14:textId="77777777" w:rsidR="00F267FA" w:rsidRDefault="00F267FA">
      <w:r>
        <w:continuationSeparator/>
      </w:r>
    </w:p>
  </w:endnote>
  <w:endnote w:type="continuationNotice" w:id="1">
    <w:p w14:paraId="12F60C5D" w14:textId="77777777" w:rsidR="00F267FA" w:rsidRDefault="00F267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rial Unicode MS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76E9ACBB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041122">
      <w:rPr>
        <w:noProof/>
      </w:rPr>
      <w:t>2023-11-16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C58FF" w14:textId="77777777" w:rsidR="00F267FA" w:rsidRDefault="00F267FA">
      <w:r>
        <w:separator/>
      </w:r>
    </w:p>
  </w:footnote>
  <w:footnote w:type="continuationSeparator" w:id="0">
    <w:p w14:paraId="066FC4C9" w14:textId="77777777" w:rsidR="00F267FA" w:rsidRDefault="00F267FA">
      <w:r>
        <w:continuationSeparator/>
      </w:r>
    </w:p>
  </w:footnote>
  <w:footnote w:type="continuationNotice" w:id="1">
    <w:p w14:paraId="21A56F71" w14:textId="77777777" w:rsidR="00F267FA" w:rsidRDefault="00F267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6FF819DA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A66587" w:rsidRPr="00A66587">
      <w:rPr>
        <w:rStyle w:val="Strong"/>
        <w:rFonts w:asciiTheme="minorHAnsi" w:hAnsiTheme="minorHAnsi" w:cstheme="minorHAnsi"/>
        <w:lang w:val="en-GB"/>
      </w:rPr>
      <w:t>RFQ-</w:t>
    </w:r>
    <w:r w:rsidR="00FD3CCB">
      <w:rPr>
        <w:rStyle w:val="Strong"/>
        <w:rFonts w:asciiTheme="minorHAnsi" w:hAnsiTheme="minorHAnsi" w:cstheme="minorHAnsi"/>
        <w:lang w:val="en-GB"/>
      </w:rPr>
      <w:t>25</w:t>
    </w:r>
    <w:r w:rsidR="00A66587" w:rsidRPr="00A66587">
      <w:rPr>
        <w:rStyle w:val="Strong"/>
        <w:rFonts w:asciiTheme="minorHAnsi" w:hAnsiTheme="minorHAnsi" w:cstheme="minorHAnsi"/>
        <w:lang w:val="en-GB"/>
      </w:rPr>
      <w:t>-</w:t>
    </w:r>
    <w:r w:rsidR="00FD3CCB">
      <w:rPr>
        <w:rStyle w:val="Strong"/>
        <w:rFonts w:asciiTheme="minorHAnsi" w:hAnsiTheme="minorHAnsi" w:cstheme="minorHAnsi"/>
        <w:lang w:val="en-GB"/>
      </w:rPr>
      <w:t>G004</w:t>
    </w:r>
    <w:r w:rsidR="00A66587" w:rsidRPr="00A66587">
      <w:rPr>
        <w:rStyle w:val="Strong"/>
        <w:rFonts w:asciiTheme="minorHAnsi" w:hAnsiTheme="minorHAnsi" w:cstheme="minorHAnsi"/>
        <w:lang w:val="en-GB"/>
      </w:rPr>
      <w:t>-</w:t>
    </w:r>
    <w:r w:rsidR="00FD3CCB">
      <w:rPr>
        <w:rStyle w:val="Strong"/>
        <w:rFonts w:asciiTheme="minorHAnsi" w:hAnsiTheme="minorHAnsi" w:cstheme="minorHAnsi"/>
        <w:lang w:val="en-GB"/>
      </w:rPr>
      <w:t>23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527867">
    <w:abstractNumId w:val="1"/>
  </w:num>
  <w:num w:numId="2" w16cid:durableId="1248265756">
    <w:abstractNumId w:val="13"/>
  </w:num>
  <w:num w:numId="3" w16cid:durableId="779498197">
    <w:abstractNumId w:val="14"/>
  </w:num>
  <w:num w:numId="4" w16cid:durableId="1027175516">
    <w:abstractNumId w:val="5"/>
  </w:num>
  <w:num w:numId="5" w16cid:durableId="1143233971">
    <w:abstractNumId w:val="4"/>
  </w:num>
  <w:num w:numId="6" w16cid:durableId="1844661496">
    <w:abstractNumId w:val="9"/>
  </w:num>
  <w:num w:numId="7" w16cid:durableId="1868837253">
    <w:abstractNumId w:val="6"/>
  </w:num>
  <w:num w:numId="8" w16cid:durableId="936063224">
    <w:abstractNumId w:val="11"/>
  </w:num>
  <w:num w:numId="9" w16cid:durableId="1091589510">
    <w:abstractNumId w:val="0"/>
  </w:num>
  <w:num w:numId="10" w16cid:durableId="1949654828">
    <w:abstractNumId w:val="10"/>
  </w:num>
  <w:num w:numId="11" w16cid:durableId="370227345">
    <w:abstractNumId w:val="2"/>
  </w:num>
  <w:num w:numId="12" w16cid:durableId="1435977833">
    <w:abstractNumId w:val="8"/>
  </w:num>
  <w:num w:numId="13" w16cid:durableId="567032591">
    <w:abstractNumId w:val="12"/>
  </w:num>
  <w:num w:numId="14" w16cid:durableId="2123305472">
    <w:abstractNumId w:val="3"/>
  </w:num>
  <w:num w:numId="15" w16cid:durableId="21648040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122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18CF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10E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564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21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0F7C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37F3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598B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001A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998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4AA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26735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A1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44B"/>
    <w:rsid w:val="00B31D73"/>
    <w:rsid w:val="00B348B3"/>
    <w:rsid w:val="00B349D2"/>
    <w:rsid w:val="00B34A5D"/>
    <w:rsid w:val="00B35269"/>
    <w:rsid w:val="00B36CE3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2A6A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37FF6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0AA7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2CF1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3F3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B3B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4C85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67FA"/>
    <w:rsid w:val="00F276BD"/>
    <w:rsid w:val="00F27B1D"/>
    <w:rsid w:val="00F27CE9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A38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8FB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3CCB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2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120</TotalTime>
  <Pages>3</Pages>
  <Words>220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1472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15</cp:revision>
  <cp:lastPrinted>2013-10-18T08:32:00Z</cp:lastPrinted>
  <dcterms:created xsi:type="dcterms:W3CDTF">2023-11-14T23:57:00Z</dcterms:created>
  <dcterms:modified xsi:type="dcterms:W3CDTF">2023-11-15T22:49:00Z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